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F8" w:rsidRPr="001566B0" w:rsidRDefault="00564CB3" w:rsidP="00DA7C3C">
      <w:pPr>
        <w:rPr>
          <w:vertAlign w:val="subscript"/>
        </w:rPr>
      </w:pPr>
      <w:r w:rsidRPr="00564CB3">
        <w:rPr>
          <w:noProof/>
          <w:vertAlign w:val="subscript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1026" type="#_x0000_t202" style="position:absolute;margin-left:762.3pt;margin-top:230pt;width:426.75pt;height:475pt;z-index:251657728;visibility:visible;mso-wrap-distance-left:2.88pt;mso-wrap-distance-top:2.88pt;mso-wrap-distance-right:2.88pt;mso-wrap-distance-bottom:2.88pt;mso-position-horizontal:right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" filled="f" fillcolor="#fffffe" stroked="f" strokecolor="#212120" insetpen="t">
            <v:textbox inset="2.88pt,2.88pt,2.88pt,2.88pt">
              <w:txbxContent>
                <w:p w:rsidR="00B544B2" w:rsidRPr="00B544B2" w:rsidRDefault="000C2189" w:rsidP="00FD0F38">
                  <w:pPr>
                    <w:rPr>
                      <w:rFonts w:ascii="Verdana" w:hAnsi="Verdana"/>
                      <w:color w:val="1D458F"/>
                      <w:sz w:val="48"/>
                      <w:szCs w:val="48"/>
                    </w:rPr>
                  </w:pPr>
                  <w:r>
                    <w:rPr>
                      <w:rFonts w:ascii="Verdana" w:hAnsi="Verdana"/>
                      <w:color w:val="1D458F"/>
                      <w:sz w:val="48"/>
                      <w:szCs w:val="48"/>
                    </w:rPr>
                    <w:t>Christmas Nativity - 2015</w:t>
                  </w:r>
                  <w:r>
                    <w:rPr>
                      <w:rFonts w:eastAsia="Times New Roman"/>
                      <w:noProof/>
                      <w:lang w:val="en-IE" w:eastAsia="en-IE"/>
                    </w:rPr>
                    <w:drawing>
                      <wp:inline distT="0" distB="0" distL="0" distR="0">
                        <wp:extent cx="2623820" cy="2054431"/>
                        <wp:effectExtent l="0" t="0" r="5080" b="3175"/>
                        <wp:docPr id="20" name="Picture 20" descr="cid:c8c94948-983c-49d5-8512-bb37abfdb6aa@intel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id:c8c94948-983c-49d5-8512-bb37abfdb6aa@intel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r:link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14435" cy="21253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C2189">
                    <w:rPr>
                      <w:rFonts w:eastAsia="Times New Roman"/>
                      <w:noProof/>
                      <w:lang w:val="en-IE" w:eastAsia="en-IE"/>
                    </w:rPr>
                    <w:drawing>
                      <wp:inline distT="0" distB="0" distL="0" distR="0">
                        <wp:extent cx="2621705" cy="2060773"/>
                        <wp:effectExtent l="0" t="0" r="7620" b="0"/>
                        <wp:docPr id="29" name="Picture 29" descr="C:\Users\csscott\AppData\Local\Microsoft\Windows\INetCache\Content.Outlook\KSQ8HHSH\IMG_3001 (00000002)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:\Users\csscott\AppData\Local\Microsoft\Windows\INetCache\Content.Outlook\KSQ8HHSH\IMG_3001 (00000002)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7903" cy="2159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noProof/>
                      <w:lang w:val="en-IE" w:eastAsia="en-IE"/>
                    </w:rPr>
                    <w:drawing>
                      <wp:inline distT="0" distB="0" distL="0" distR="0">
                        <wp:extent cx="2658639" cy="2185060"/>
                        <wp:effectExtent l="0" t="0" r="8890" b="5715"/>
                        <wp:docPr id="24" name="Picture 24" descr="cid:eef0a6b0-f424-4259-b951-df052b0ad5ed@intel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id:eef0a6b0-f424-4259-b951-df052b0ad5ed@intel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38373" cy="22505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C2189">
                    <w:rPr>
                      <w:rFonts w:ascii="Verdana" w:hAnsi="Verdana"/>
                      <w:noProof/>
                      <w:color w:val="1D458F"/>
                      <w:sz w:val="48"/>
                      <w:szCs w:val="48"/>
                      <w:lang w:val="en-IE" w:eastAsia="en-IE"/>
                    </w:rPr>
                    <w:drawing>
                      <wp:inline distT="0" distB="0" distL="0" distR="0">
                        <wp:extent cx="2610897" cy="2161491"/>
                        <wp:effectExtent l="0" t="0" r="0" b="0"/>
                        <wp:docPr id="31" name="Picture 31" descr="C:\Users\csscott\AppData\Local\Microsoft\Windows\INetCache\Content.Outlook\KSQ8HHSH\IMG_3015 (00000002)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csscott\AppData\Local\Microsoft\Windows\INetCache\Content.Outlook\KSQ8HHSH\IMG_3015 (00000002)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81772" cy="22201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2189" w:rsidRPr="006775ED" w:rsidRDefault="000C2189" w:rsidP="00FD0F38">
                  <w:pPr>
                    <w:rPr>
                      <w:rFonts w:ascii="Intel Clear" w:hAnsi="Intel Clear" w:cs="Intel Clear"/>
                      <w:sz w:val="36"/>
                      <w:szCs w:val="48"/>
                    </w:rPr>
                  </w:pPr>
                  <w:r w:rsidRPr="00B544B2">
                    <w:rPr>
                      <w:rFonts w:ascii="Intel Clear" w:hAnsi="Intel Clear" w:cs="Intel Clear"/>
                      <w:sz w:val="32"/>
                      <w:szCs w:val="48"/>
                    </w:rPr>
                    <w:t>We had a wonderful turn out at the Nativity play and there was only standing room in the church</w:t>
                  </w:r>
                  <w:r w:rsidR="00310766" w:rsidRPr="00B544B2">
                    <w:rPr>
                      <w:rFonts w:ascii="Intel Clear" w:hAnsi="Intel Clear" w:cs="Intel Clear"/>
                      <w:sz w:val="32"/>
                      <w:szCs w:val="48"/>
                    </w:rPr>
                    <w:t>. E</w:t>
                  </w:r>
                  <w:r w:rsidRPr="00B544B2">
                    <w:rPr>
                      <w:rFonts w:ascii="Intel Clear" w:hAnsi="Intel Clear" w:cs="Intel Clear"/>
                      <w:sz w:val="32"/>
                      <w:szCs w:val="48"/>
                    </w:rPr>
                    <w:t>xcellent performance by all the pupils</w:t>
                  </w:r>
                  <w:r w:rsidR="006775ED" w:rsidRPr="00B544B2">
                    <w:rPr>
                      <w:rFonts w:ascii="Intel Clear" w:hAnsi="Intel Clear" w:cs="Intel Clear"/>
                      <w:sz w:val="32"/>
                      <w:szCs w:val="48"/>
                    </w:rPr>
                    <w:t xml:space="preserve"> and a great job by teachers in putting it together.  Santa was an</w:t>
                  </w:r>
                  <w:r w:rsidR="006775ED" w:rsidRPr="006775ED">
                    <w:rPr>
                      <w:rFonts w:ascii="Intel Clear" w:hAnsi="Intel Clear" w:cs="Intel Clear"/>
                      <w:sz w:val="36"/>
                      <w:szCs w:val="48"/>
                    </w:rPr>
                    <w:t xml:space="preserve"> </w:t>
                  </w:r>
                  <w:r w:rsidR="006775ED" w:rsidRPr="00B544B2">
                    <w:rPr>
                      <w:rFonts w:ascii="Intel Clear" w:hAnsi="Intel Clear" w:cs="Intel Clear"/>
                      <w:sz w:val="32"/>
                      <w:szCs w:val="48"/>
                    </w:rPr>
                    <w:t>added bonus!!!!!</w:t>
                  </w:r>
                </w:p>
              </w:txbxContent>
            </v:textbox>
            <w10:wrap anchorx="page" anchory="margin"/>
          </v:shape>
        </w:pict>
      </w:r>
      <w:r w:rsidRPr="00564CB3">
        <w:rPr>
          <w:noProof/>
          <w:vertAlign w:val="subscript"/>
          <w:lang w:eastAsia="en-US"/>
        </w:rPr>
        <w:pict>
          <v:shape id="Text Box 12" o:spid="_x0000_s1027" type="#_x0000_t202" style="position:absolute;margin-left:0;margin-top:228.15pt;width:180pt;height:483.45pt;z-index:251652608;visibility:visible;mso-wrap-distance-left:2.88pt;mso-wrap-distance-top:2.88pt;mso-wrap-distance-right:2.88pt;mso-wrap-distance-bottom:2.88pt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" filled="f" fillcolor="#fffffe" strokecolor="#212120" insetpen="t">
            <v:textbox style="mso-next-textbox:#Text Box 14" inset="2.88pt,2.88pt,2.88pt,2.88pt">
              <w:txbxContent>
                <w:p w:rsidR="00C36660" w:rsidRPr="004A642E" w:rsidRDefault="004A642E" w:rsidP="001566B0">
                  <w:pPr>
                    <w:jc w:val="both"/>
                    <w:rPr>
                      <w:rFonts w:ascii="Arial" w:hAnsi="Arial" w:cs="Arial"/>
                      <w:b/>
                      <w:color w:val="1D458F"/>
                      <w:sz w:val="32"/>
                    </w:rPr>
                  </w:pPr>
                  <w:r w:rsidRPr="004A642E">
                    <w:rPr>
                      <w:rFonts w:ascii="Arial" w:hAnsi="Arial" w:cs="Arial"/>
                      <w:b/>
                      <w:color w:val="1D458F"/>
                      <w:sz w:val="32"/>
                    </w:rPr>
                    <w:t>Upcoming Events Calendar</w:t>
                  </w:r>
                </w:p>
                <w:p w:rsidR="004A642E" w:rsidRPr="004A642E" w:rsidRDefault="004A642E" w:rsidP="001566B0">
                  <w:pPr>
                    <w:jc w:val="both"/>
                    <w:rPr>
                      <w:rFonts w:ascii="Arial" w:hAnsi="Arial" w:cs="Arial"/>
                      <w:color w:val="333333"/>
                      <w:sz w:val="28"/>
                      <w:szCs w:val="22"/>
                    </w:rPr>
                  </w:pPr>
                </w:p>
                <w:p w:rsidR="00C36660" w:rsidRDefault="004A642E" w:rsidP="001566B0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2"/>
                    </w:rPr>
                  </w:pPr>
                  <w:r w:rsidRPr="00310766">
                    <w:rPr>
                      <w:rFonts w:ascii="Arial" w:hAnsi="Arial" w:cs="Arial"/>
                      <w:b/>
                      <w:sz w:val="28"/>
                      <w:szCs w:val="22"/>
                    </w:rPr>
                    <w:t>January:</w:t>
                  </w:r>
                  <w:r w:rsidR="000B39CA"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50/50 Winners</w:t>
                  </w:r>
                </w:p>
                <w:p w:rsidR="000B39CA" w:rsidRDefault="000B39CA" w:rsidP="001566B0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2"/>
                    </w:rPr>
                  </w:pPr>
                </w:p>
                <w:p w:rsidR="004B3D2D" w:rsidRDefault="004B3D2D" w:rsidP="001566B0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8</w:t>
                  </w:r>
                  <w:r w:rsidR="000B39CA" w:rsidRPr="000B39CA">
                    <w:rPr>
                      <w:rFonts w:ascii="Arial" w:hAnsi="Arial" w:cs="Arial"/>
                      <w:b/>
                      <w:sz w:val="28"/>
                      <w:szCs w:val="22"/>
                      <w:vertAlign w:val="superscript"/>
                    </w:rPr>
                    <w:t>th</w:t>
                  </w:r>
                  <w:r w:rsidR="000B39CA"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Jan:</w:t>
                  </w: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</w:t>
                  </w:r>
                </w:p>
                <w:p w:rsidR="004B3D2D" w:rsidRDefault="004B3D2D" w:rsidP="001566B0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1</w:t>
                  </w:r>
                  <w:r w:rsidRPr="004B3D2D">
                    <w:rPr>
                      <w:rFonts w:ascii="Arial" w:hAnsi="Arial" w:cs="Arial"/>
                      <w:b/>
                      <w:sz w:val="28"/>
                      <w:szCs w:val="22"/>
                      <w:vertAlign w:val="superscript"/>
                    </w:rPr>
                    <w:t>st</w:t>
                  </w: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Niamh</w:t>
                  </w:r>
                  <w:proofErr w:type="spellEnd"/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McHugh </w:t>
                  </w:r>
                </w:p>
                <w:p w:rsidR="000B39CA" w:rsidRDefault="004B3D2D" w:rsidP="001566B0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2</w:t>
                  </w:r>
                  <w:r w:rsidRPr="004B3D2D">
                    <w:rPr>
                      <w:rFonts w:ascii="Arial" w:hAnsi="Arial" w:cs="Arial"/>
                      <w:b/>
                      <w:sz w:val="28"/>
                      <w:szCs w:val="22"/>
                      <w:vertAlign w:val="superscript"/>
                    </w:rPr>
                    <w:t>nd</w:t>
                  </w: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Saoirse</w:t>
                  </w:r>
                  <w:proofErr w:type="spellEnd"/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Small</w:t>
                  </w:r>
                </w:p>
                <w:p w:rsidR="004B3D2D" w:rsidRDefault="000B39CA" w:rsidP="001566B0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1</w:t>
                  </w:r>
                  <w:r w:rsidR="004B3D2D">
                    <w:rPr>
                      <w:rFonts w:ascii="Arial" w:hAnsi="Arial" w:cs="Arial"/>
                      <w:b/>
                      <w:sz w:val="28"/>
                      <w:szCs w:val="22"/>
                    </w:rPr>
                    <w:t>5</w:t>
                  </w:r>
                  <w:r w:rsidRPr="000B39CA">
                    <w:rPr>
                      <w:rFonts w:ascii="Arial" w:hAnsi="Arial" w:cs="Arial"/>
                      <w:b/>
                      <w:sz w:val="28"/>
                      <w:szCs w:val="22"/>
                      <w:vertAlign w:val="superscript"/>
                    </w:rPr>
                    <w:t>th</w:t>
                  </w: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Jan:</w:t>
                  </w:r>
                </w:p>
                <w:p w:rsidR="004B3D2D" w:rsidRDefault="004B3D2D" w:rsidP="001566B0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1</w:t>
                  </w:r>
                  <w:r w:rsidRPr="004B3D2D">
                    <w:rPr>
                      <w:rFonts w:ascii="Arial" w:hAnsi="Arial" w:cs="Arial"/>
                      <w:b/>
                      <w:sz w:val="28"/>
                      <w:szCs w:val="22"/>
                      <w:vertAlign w:val="superscript"/>
                    </w:rPr>
                    <w:t>st</w:t>
                  </w: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Hazel Farrell </w:t>
                  </w:r>
                </w:p>
                <w:p w:rsidR="000B39CA" w:rsidRDefault="004B3D2D" w:rsidP="001566B0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2</w:t>
                  </w:r>
                  <w:r w:rsidRPr="004B3D2D">
                    <w:rPr>
                      <w:rFonts w:ascii="Arial" w:hAnsi="Arial" w:cs="Arial"/>
                      <w:b/>
                      <w:sz w:val="28"/>
                      <w:szCs w:val="22"/>
                      <w:vertAlign w:val="superscript"/>
                    </w:rPr>
                    <w:t>nd</w:t>
                  </w: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Ryan Martin</w:t>
                  </w:r>
                </w:p>
                <w:p w:rsidR="004B3D2D" w:rsidRDefault="004B3D2D" w:rsidP="001566B0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22</w:t>
                  </w:r>
                  <w:r w:rsidRPr="004B3D2D">
                    <w:rPr>
                      <w:rFonts w:ascii="Arial" w:hAnsi="Arial" w:cs="Arial"/>
                      <w:b/>
                      <w:sz w:val="28"/>
                      <w:szCs w:val="22"/>
                      <w:vertAlign w:val="superscript"/>
                    </w:rPr>
                    <w:t>nd</w:t>
                  </w:r>
                  <w:r w:rsidR="000B39CA"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Jan:</w:t>
                  </w: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</w:t>
                  </w:r>
                </w:p>
                <w:p w:rsidR="004B3D2D" w:rsidRDefault="004B3D2D" w:rsidP="001566B0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1</w:t>
                  </w:r>
                  <w:r w:rsidRPr="004B3D2D">
                    <w:rPr>
                      <w:rFonts w:ascii="Arial" w:hAnsi="Arial" w:cs="Arial"/>
                      <w:b/>
                      <w:sz w:val="28"/>
                      <w:szCs w:val="22"/>
                      <w:vertAlign w:val="superscript"/>
                    </w:rPr>
                    <w:t>st</w:t>
                  </w: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Ella Reilly  </w:t>
                  </w:r>
                </w:p>
                <w:p w:rsidR="000B39CA" w:rsidRDefault="004B3D2D" w:rsidP="001566B0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2</w:t>
                  </w:r>
                  <w:r w:rsidRPr="004B3D2D">
                    <w:rPr>
                      <w:rFonts w:ascii="Arial" w:hAnsi="Arial" w:cs="Arial"/>
                      <w:b/>
                      <w:sz w:val="28"/>
                      <w:szCs w:val="22"/>
                      <w:vertAlign w:val="superscript"/>
                    </w:rPr>
                    <w:t>nd</w:t>
                  </w: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Joy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Ochonma</w:t>
                  </w:r>
                  <w:proofErr w:type="spellEnd"/>
                </w:p>
                <w:p w:rsidR="004B3D2D" w:rsidRDefault="004B3D2D" w:rsidP="001566B0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29</w:t>
                  </w:r>
                  <w:r w:rsidR="000B39CA" w:rsidRPr="000B39CA">
                    <w:rPr>
                      <w:rFonts w:ascii="Arial" w:hAnsi="Arial" w:cs="Arial"/>
                      <w:b/>
                      <w:sz w:val="28"/>
                      <w:szCs w:val="22"/>
                      <w:vertAlign w:val="superscript"/>
                    </w:rPr>
                    <w:t>th</w:t>
                  </w:r>
                  <w:r w:rsidR="000B39CA"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Jan:</w:t>
                  </w: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</w:t>
                  </w:r>
                </w:p>
                <w:p w:rsidR="004B3D2D" w:rsidRDefault="004B3D2D" w:rsidP="001566B0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1</w:t>
                  </w:r>
                  <w:r w:rsidRPr="004B3D2D">
                    <w:rPr>
                      <w:rFonts w:ascii="Arial" w:hAnsi="Arial" w:cs="Arial"/>
                      <w:b/>
                      <w:sz w:val="28"/>
                      <w:szCs w:val="22"/>
                      <w:vertAlign w:val="superscript"/>
                    </w:rPr>
                    <w:t>st</w:t>
                  </w: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Nicole Callaghan </w:t>
                  </w:r>
                </w:p>
                <w:p w:rsidR="000B39CA" w:rsidRDefault="004B3D2D" w:rsidP="001566B0">
                  <w:pPr>
                    <w:jc w:val="both"/>
                    <w:rPr>
                      <w:rFonts w:ascii="Arial" w:hAnsi="Arial" w:cs="Arial"/>
                      <w:b/>
                      <w:sz w:val="28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>2</w:t>
                  </w:r>
                  <w:r w:rsidRPr="004B3D2D">
                    <w:rPr>
                      <w:rFonts w:ascii="Arial" w:hAnsi="Arial" w:cs="Arial"/>
                      <w:b/>
                      <w:sz w:val="28"/>
                      <w:szCs w:val="22"/>
                      <w:vertAlign w:val="superscript"/>
                    </w:rPr>
                    <w:t>nd</w:t>
                  </w:r>
                  <w:r>
                    <w:rPr>
                      <w:rFonts w:ascii="Arial" w:hAnsi="Arial" w:cs="Arial"/>
                      <w:b/>
                      <w:sz w:val="28"/>
                      <w:szCs w:val="22"/>
                    </w:rPr>
                    <w:t xml:space="preserve"> John Doyle</w:t>
                  </w:r>
                </w:p>
                <w:p w:rsidR="004B3D2D" w:rsidRDefault="004B3D2D" w:rsidP="004A642E">
                  <w:pPr>
                    <w:jc w:val="both"/>
                    <w:rPr>
                      <w:rFonts w:ascii="Arial" w:hAnsi="Arial" w:cs="Arial"/>
                      <w:b/>
                      <w:color w:val="333333"/>
                      <w:sz w:val="28"/>
                      <w:szCs w:val="22"/>
                    </w:rPr>
                  </w:pPr>
                </w:p>
                <w:p w:rsidR="004A642E" w:rsidRPr="00310766" w:rsidRDefault="004A642E" w:rsidP="004A642E">
                  <w:pPr>
                    <w:jc w:val="both"/>
                    <w:rPr>
                      <w:rFonts w:ascii="Arial" w:hAnsi="Arial" w:cs="Arial"/>
                      <w:b/>
                      <w:color w:val="333333"/>
                      <w:sz w:val="28"/>
                      <w:szCs w:val="22"/>
                    </w:rPr>
                  </w:pPr>
                  <w:r w:rsidRPr="00310766">
                    <w:rPr>
                      <w:rFonts w:ascii="Arial" w:hAnsi="Arial" w:cs="Arial"/>
                      <w:b/>
                      <w:color w:val="333333"/>
                      <w:sz w:val="28"/>
                      <w:szCs w:val="22"/>
                    </w:rPr>
                    <w:t>February:</w:t>
                  </w:r>
                </w:p>
                <w:p w:rsidR="004A642E" w:rsidRDefault="004A642E" w:rsidP="004A642E">
                  <w:pPr>
                    <w:jc w:val="both"/>
                    <w:rPr>
                      <w:rFonts w:ascii="Arial" w:hAnsi="Arial" w:cs="Arial"/>
                      <w:color w:val="333333"/>
                      <w:sz w:val="28"/>
                      <w:szCs w:val="22"/>
                    </w:rPr>
                  </w:pPr>
                </w:p>
                <w:p w:rsidR="00B544B2" w:rsidRDefault="00B544B2" w:rsidP="004A642E">
                  <w:pPr>
                    <w:jc w:val="both"/>
                    <w:rPr>
                      <w:rFonts w:ascii="Arial" w:hAnsi="Arial" w:cs="Arial"/>
                      <w:color w:val="333333"/>
                      <w:sz w:val="32"/>
                      <w:szCs w:val="22"/>
                    </w:rPr>
                  </w:pPr>
                  <w:r>
                    <w:rPr>
                      <w:rFonts w:ascii="Arial" w:hAnsi="Arial" w:cs="Arial"/>
                      <w:color w:val="333333"/>
                      <w:sz w:val="32"/>
                      <w:szCs w:val="22"/>
                    </w:rPr>
                    <w:t>9</w:t>
                  </w:r>
                  <w:r w:rsidR="004A642E" w:rsidRPr="006775ED">
                    <w:rPr>
                      <w:rFonts w:ascii="Arial" w:hAnsi="Arial" w:cs="Arial"/>
                      <w:color w:val="333333"/>
                      <w:sz w:val="32"/>
                      <w:szCs w:val="22"/>
                      <w:vertAlign w:val="superscript"/>
                    </w:rPr>
                    <w:t>th</w:t>
                  </w:r>
                  <w:r w:rsidR="004A642E" w:rsidRPr="006775ED">
                    <w:rPr>
                      <w:rFonts w:ascii="Arial" w:hAnsi="Arial" w:cs="Arial"/>
                      <w:color w:val="333333"/>
                      <w:sz w:val="32"/>
                      <w:szCs w:val="22"/>
                    </w:rPr>
                    <w:t xml:space="preserve"> Feb – </w:t>
                  </w:r>
                  <w:r>
                    <w:rPr>
                      <w:rFonts w:ascii="Arial" w:hAnsi="Arial" w:cs="Arial"/>
                      <w:color w:val="333333"/>
                      <w:sz w:val="32"/>
                      <w:szCs w:val="22"/>
                    </w:rPr>
                    <w:t>8PM – Next Parents Association Meeting.</w:t>
                  </w:r>
                </w:p>
                <w:p w:rsidR="004A642E" w:rsidRDefault="00C36660" w:rsidP="004A642E">
                  <w:pPr>
                    <w:jc w:val="both"/>
                    <w:rPr>
                      <w:rFonts w:ascii="Arial" w:hAnsi="Arial" w:cs="Arial"/>
                      <w:color w:val="333333"/>
                      <w:sz w:val="22"/>
                      <w:szCs w:val="22"/>
                    </w:rPr>
                  </w:pPr>
                  <w:r w:rsidRPr="004D3032">
                    <w:rPr>
                      <w:rFonts w:ascii="Arial" w:hAnsi="Arial" w:cs="Arial"/>
                      <w:color w:val="333333"/>
                      <w:sz w:val="22"/>
                      <w:szCs w:val="22"/>
                    </w:rPr>
                    <w:t xml:space="preserve"> </w:t>
                  </w:r>
                </w:p>
                <w:p w:rsidR="006775ED" w:rsidRPr="000B39CA" w:rsidRDefault="006775ED" w:rsidP="004A642E">
                  <w:pPr>
                    <w:jc w:val="both"/>
                    <w:rPr>
                      <w:rFonts w:ascii="Arial" w:hAnsi="Arial" w:cs="Arial"/>
                      <w:b/>
                      <w:color w:val="333333"/>
                      <w:sz w:val="32"/>
                      <w:szCs w:val="22"/>
                    </w:rPr>
                  </w:pPr>
                  <w:r w:rsidRPr="000B39CA">
                    <w:rPr>
                      <w:rFonts w:ascii="Arial" w:hAnsi="Arial" w:cs="Arial"/>
                      <w:b/>
                      <w:color w:val="333333"/>
                      <w:sz w:val="32"/>
                      <w:szCs w:val="22"/>
                    </w:rPr>
                    <w:t>March:</w:t>
                  </w:r>
                </w:p>
                <w:p w:rsidR="006775ED" w:rsidRPr="006775ED" w:rsidRDefault="006775ED" w:rsidP="004A642E">
                  <w:pPr>
                    <w:jc w:val="both"/>
                    <w:rPr>
                      <w:rFonts w:ascii="Arial" w:hAnsi="Arial" w:cs="Arial"/>
                      <w:color w:val="333333"/>
                      <w:sz w:val="28"/>
                      <w:szCs w:val="22"/>
                    </w:rPr>
                  </w:pPr>
                </w:p>
                <w:p w:rsidR="006775ED" w:rsidRPr="006775ED" w:rsidRDefault="006775ED" w:rsidP="004A642E">
                  <w:pPr>
                    <w:jc w:val="both"/>
                    <w:rPr>
                      <w:rFonts w:ascii="Arial" w:hAnsi="Arial" w:cs="Arial"/>
                      <w:color w:val="333333"/>
                      <w:sz w:val="28"/>
                      <w:szCs w:val="22"/>
                    </w:rPr>
                  </w:pPr>
                  <w:r w:rsidRPr="006775ED">
                    <w:rPr>
                      <w:rFonts w:ascii="Arial" w:hAnsi="Arial" w:cs="Arial"/>
                      <w:color w:val="333333"/>
                      <w:sz w:val="28"/>
                      <w:szCs w:val="22"/>
                    </w:rPr>
                    <w:t>1</w:t>
                  </w:r>
                  <w:r w:rsidRPr="006775ED">
                    <w:rPr>
                      <w:rFonts w:ascii="Arial" w:hAnsi="Arial" w:cs="Arial"/>
                      <w:color w:val="333333"/>
                      <w:sz w:val="28"/>
                      <w:szCs w:val="22"/>
                      <w:vertAlign w:val="superscript"/>
                    </w:rPr>
                    <w:t>st</w:t>
                  </w:r>
                  <w:r w:rsidRPr="006775ED">
                    <w:rPr>
                      <w:rFonts w:ascii="Arial" w:hAnsi="Arial" w:cs="Arial"/>
                      <w:color w:val="333333"/>
                      <w:sz w:val="28"/>
                      <w:szCs w:val="22"/>
                    </w:rPr>
                    <w:t xml:space="preserve"> March Clothing collection</w:t>
                  </w:r>
                </w:p>
              </w:txbxContent>
            </v:textbox>
            <w10:wrap anchorx="margin"/>
          </v:shape>
        </w:pict>
      </w:r>
      <w:r w:rsidRPr="00564CB3">
        <w:rPr>
          <w:noProof/>
          <w:color w:val="000080"/>
          <w:vertAlign w:val="subscript"/>
          <w:lang w:eastAsia="en-US"/>
        </w:rPr>
        <w:pict>
          <v:shape id="Text Box 53" o:spid="_x0000_s1028" type="#_x0000_t202" style="position:absolute;margin-left:0;margin-top:711pt;width:608.55pt;height:77.25pt;z-index:251661824;visibility:visible;mso-wrap-distance-left:2.88pt;mso-wrap-distance-top:2.88pt;mso-wrap-distance-right:2.88pt;mso-wrap-distance-bottom:2.88pt;mso-position-horizontal:left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" fillcolor="yellow" stroked="f">
            <v:textbox inset="2.88pt,2.88pt,2.88pt,2.88pt">
              <w:txbxContent>
                <w:p w:rsidR="00DB1518" w:rsidRPr="0098080F" w:rsidRDefault="0098080F" w:rsidP="0098080F">
                  <w:pPr>
                    <w:jc w:val="center"/>
                    <w:rPr>
                      <w:rFonts w:ascii="Arial" w:hAnsi="Arial" w:cs="Arial"/>
                      <w:b/>
                      <w:color w:val="1D458F"/>
                      <w:sz w:val="22"/>
                      <w:szCs w:val="16"/>
                    </w:rPr>
                  </w:pPr>
                  <w:r w:rsidRPr="0098080F">
                    <w:rPr>
                      <w:rFonts w:ascii="Arial" w:hAnsi="Arial" w:cs="Arial"/>
                      <w:b/>
                      <w:color w:val="1D458F"/>
                      <w:sz w:val="22"/>
                      <w:szCs w:val="16"/>
                    </w:rPr>
                    <w:t>Parents Association Members 2016:</w:t>
                  </w:r>
                </w:p>
                <w:p w:rsidR="0098080F" w:rsidRPr="0098080F" w:rsidRDefault="0098080F" w:rsidP="0098080F">
                  <w:pPr>
                    <w:jc w:val="center"/>
                    <w:rPr>
                      <w:rFonts w:ascii="Arial" w:hAnsi="Arial" w:cs="Arial"/>
                      <w:b/>
                      <w:color w:val="1D458F"/>
                      <w:sz w:val="22"/>
                      <w:szCs w:val="16"/>
                    </w:rPr>
                  </w:pPr>
                  <w:r w:rsidRPr="0098080F">
                    <w:rPr>
                      <w:rFonts w:ascii="Arial" w:hAnsi="Arial" w:cs="Arial"/>
                      <w:b/>
                      <w:color w:val="1D458F"/>
                      <w:sz w:val="22"/>
                      <w:szCs w:val="16"/>
                    </w:rPr>
                    <w:t>Chairperson: Catherine Scott</w:t>
                  </w:r>
                </w:p>
                <w:p w:rsidR="0098080F" w:rsidRDefault="0098080F" w:rsidP="0098080F">
                  <w:pPr>
                    <w:jc w:val="center"/>
                    <w:rPr>
                      <w:rFonts w:ascii="Arial" w:hAnsi="Arial" w:cs="Arial"/>
                      <w:b/>
                      <w:color w:val="1D458F"/>
                      <w:sz w:val="22"/>
                      <w:szCs w:val="16"/>
                    </w:rPr>
                  </w:pPr>
                  <w:r w:rsidRPr="0098080F">
                    <w:rPr>
                      <w:rFonts w:ascii="Arial" w:hAnsi="Arial" w:cs="Arial"/>
                      <w:b/>
                      <w:color w:val="1D458F"/>
                      <w:sz w:val="22"/>
                      <w:szCs w:val="16"/>
                    </w:rPr>
                    <w:t>Secretary: Marie Sheridan</w:t>
                  </w:r>
                </w:p>
                <w:p w:rsidR="0098080F" w:rsidRDefault="0098080F" w:rsidP="0098080F">
                  <w:pPr>
                    <w:jc w:val="center"/>
                    <w:rPr>
                      <w:rFonts w:ascii="Arial" w:hAnsi="Arial" w:cs="Arial"/>
                      <w:b/>
                      <w:color w:val="1D458F"/>
                      <w:sz w:val="22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1D458F"/>
                      <w:sz w:val="22"/>
                      <w:szCs w:val="16"/>
                    </w:rPr>
                    <w:t>Treasurer: Michelle Kavanagh</w:t>
                  </w:r>
                </w:p>
                <w:p w:rsidR="0098080F" w:rsidRDefault="0098080F" w:rsidP="0098080F">
                  <w:pPr>
                    <w:jc w:val="center"/>
                    <w:rPr>
                      <w:rFonts w:ascii="Arial" w:hAnsi="Arial" w:cs="Arial"/>
                      <w:b/>
                      <w:color w:val="1D458F"/>
                      <w:sz w:val="22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1D458F"/>
                      <w:sz w:val="22"/>
                      <w:szCs w:val="16"/>
                    </w:rPr>
                    <w:t>Board of Management Rep: Ciara Johns</w:t>
                  </w:r>
                </w:p>
                <w:p w:rsidR="0098080F" w:rsidRPr="0098080F" w:rsidRDefault="0098080F" w:rsidP="0098080F">
                  <w:pPr>
                    <w:jc w:val="center"/>
                    <w:rPr>
                      <w:rFonts w:ascii="Arial" w:hAnsi="Arial" w:cs="Arial"/>
                      <w:b/>
                      <w:color w:val="1D458F"/>
                      <w:sz w:val="22"/>
                      <w:szCs w:val="16"/>
                    </w:rPr>
                  </w:pPr>
                </w:p>
                <w:p w:rsidR="0098080F" w:rsidRDefault="0098080F" w:rsidP="004A642E">
                  <w:pPr>
                    <w:rPr>
                      <w:rFonts w:ascii="Arial" w:hAnsi="Arial" w:cs="Arial"/>
                      <w:b/>
                      <w:color w:val="1D458F"/>
                      <w:sz w:val="16"/>
                      <w:szCs w:val="16"/>
                    </w:rPr>
                  </w:pPr>
                </w:p>
                <w:p w:rsidR="0098080F" w:rsidRDefault="0098080F" w:rsidP="004A642E">
                  <w:pPr>
                    <w:rPr>
                      <w:rFonts w:ascii="Arial" w:hAnsi="Arial" w:cs="Arial"/>
                      <w:b/>
                      <w:color w:val="1D458F"/>
                      <w:sz w:val="16"/>
                      <w:szCs w:val="16"/>
                    </w:rPr>
                  </w:pPr>
                </w:p>
                <w:p w:rsidR="0098080F" w:rsidRPr="00D773DB" w:rsidRDefault="0098080F" w:rsidP="004A642E">
                  <w:pPr>
                    <w:rPr>
                      <w:rFonts w:ascii="Arial" w:hAnsi="Arial" w:cs="Arial"/>
                      <w:b/>
                      <w:color w:val="1D458F"/>
                      <w:sz w:val="16"/>
                      <w:szCs w:val="16"/>
                    </w:rPr>
                  </w:pPr>
                </w:p>
              </w:txbxContent>
            </v:textbox>
            <w10:wrap anchorx="margin" anchory="page"/>
          </v:shape>
        </w:pict>
      </w:r>
      <w:r w:rsidRPr="00564CB3">
        <w:rPr>
          <w:noProof/>
          <w:vertAlign w:val="subscript"/>
          <w:lang w:eastAsia="en-US"/>
        </w:rPr>
        <w:pict>
          <v:rect id="Rectangle 46" o:spid="_x0000_s1049" style="position:absolute;margin-left:1126.8pt;margin-top:708.75pt;width:609pt;height:81.05pt;z-index:251648512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" fillcolor="#f4f4f4" stroked="f">
            <w10:wrap anchorx="margin"/>
          </v:rect>
        </w:pict>
      </w:r>
      <w:r w:rsidRPr="00564CB3">
        <w:rPr>
          <w:noProof/>
          <w:vertAlign w:val="subscript"/>
          <w:lang w:eastAsia="en-US"/>
        </w:rPr>
        <w:pict>
          <v:shape id="Text Box 4" o:spid="_x0000_s1029" type="#_x0000_t202" style="position:absolute;margin-left:.75pt;margin-top:.75pt;width:314.25pt;height:135pt;z-index:251649536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" filled="f" fillcolor="#fffffe" stroked="f" strokecolor="#212120" insetpen="t">
            <v:textbox inset="2.88pt,2.88pt,2.88pt,2.88pt">
              <w:txbxContent>
                <w:p w:rsidR="000C0166" w:rsidRPr="004E3900" w:rsidRDefault="000C0166" w:rsidP="00D773DB">
                  <w:pPr>
                    <w:spacing w:line="192" w:lineRule="auto"/>
                    <w:rPr>
                      <w:rFonts w:ascii="Arial" w:hAnsi="Arial" w:cs="Arial"/>
                      <w:color w:val="2E74B5" w:themeColor="accent1" w:themeShade="BF"/>
                      <w:sz w:val="50"/>
                      <w:szCs w:val="50"/>
                    </w:rPr>
                  </w:pPr>
                  <w:r w:rsidRPr="004E3900">
                    <w:rPr>
                      <w:rFonts w:ascii="Arial" w:hAnsi="Arial" w:cs="Arial"/>
                      <w:color w:val="2E74B5" w:themeColor="accent1" w:themeShade="BF"/>
                      <w:sz w:val="50"/>
                      <w:szCs w:val="50"/>
                    </w:rPr>
                    <w:t>St. Finian’s National School</w:t>
                  </w:r>
                </w:p>
                <w:p w:rsidR="00DA7C3C" w:rsidRPr="004E3900" w:rsidRDefault="000C0166" w:rsidP="00D773DB">
                  <w:pPr>
                    <w:spacing w:line="192" w:lineRule="auto"/>
                    <w:rPr>
                      <w:rFonts w:ascii="Arial" w:hAnsi="Arial" w:cs="Arial"/>
                      <w:color w:val="2E74B5" w:themeColor="accent1" w:themeShade="BF"/>
                      <w:sz w:val="50"/>
                      <w:szCs w:val="50"/>
                    </w:rPr>
                  </w:pPr>
                  <w:r w:rsidRPr="004E3900">
                    <w:rPr>
                      <w:rFonts w:ascii="Arial" w:hAnsi="Arial" w:cs="Arial"/>
                      <w:color w:val="2E74B5" w:themeColor="accent1" w:themeShade="BF"/>
                      <w:sz w:val="50"/>
                      <w:szCs w:val="50"/>
                    </w:rPr>
                    <w:t xml:space="preserve">Clonard, Co. Meath </w:t>
                  </w:r>
                </w:p>
                <w:p w:rsidR="000C0166" w:rsidRPr="004E3900" w:rsidRDefault="000C0166" w:rsidP="00D773DB">
                  <w:pPr>
                    <w:spacing w:line="192" w:lineRule="auto"/>
                    <w:rPr>
                      <w:rFonts w:ascii="Arial" w:hAnsi="Arial" w:cs="Arial"/>
                      <w:color w:val="2E74B5" w:themeColor="accent1" w:themeShade="BF"/>
                      <w:sz w:val="90"/>
                      <w:szCs w:val="90"/>
                    </w:rPr>
                  </w:pPr>
                  <w:r w:rsidRPr="004E3900">
                    <w:rPr>
                      <w:rFonts w:ascii="Arial" w:hAnsi="Arial" w:cs="Arial"/>
                      <w:color w:val="2E74B5" w:themeColor="accent1" w:themeShade="BF"/>
                      <w:sz w:val="50"/>
                      <w:szCs w:val="50"/>
                    </w:rPr>
                    <w:t>News letter</w:t>
                  </w:r>
                </w:p>
              </w:txbxContent>
            </v:textbox>
          </v:shape>
        </w:pict>
      </w:r>
      <w:r w:rsidRPr="00564CB3">
        <w:rPr>
          <w:noProof/>
          <w:vertAlign w:val="subscript"/>
          <w:lang w:eastAsia="en-US"/>
        </w:rPr>
        <w:pict>
          <v:shape id="Text Box 8" o:spid="_x0000_s1031" type="#_x0000_t202" style="position:absolute;margin-left:444.75pt;margin-top:5.25pt;width:153pt;height:32.25pt;z-index:251651584;visibility:visible;mso-wrap-distance-left:2.88pt;mso-wrap-distance-top:2.88pt;mso-wrap-distance-right:2.88pt;mso-wrap-distance-bottom:2.88pt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" filled="f" fillcolor="#fffffe" stroked="f" strokecolor="#212120" insetpen="t">
            <v:textbox inset="2.88pt,2.88pt,2.88pt,2.88pt">
              <w:txbxContent>
                <w:p w:rsidR="000C0166" w:rsidRPr="004E3900" w:rsidRDefault="006D2FF5" w:rsidP="006D2FF5">
                  <w:pPr>
                    <w:rPr>
                      <w:rFonts w:ascii="Arial" w:hAnsi="Arial" w:cs="Arial"/>
                      <w:b/>
                      <w:color w:val="2E74B5" w:themeColor="accent1" w:themeShade="BF"/>
                      <w:sz w:val="22"/>
                      <w:szCs w:val="22"/>
                    </w:rPr>
                  </w:pPr>
                  <w:r w:rsidRPr="004E3900">
                    <w:rPr>
                      <w:rFonts w:ascii="Arial" w:hAnsi="Arial" w:cs="Arial"/>
                      <w:b/>
                      <w:color w:val="2E74B5" w:themeColor="accent1" w:themeShade="BF"/>
                      <w:sz w:val="22"/>
                      <w:szCs w:val="22"/>
                    </w:rPr>
                    <w:t>I</w:t>
                  </w:r>
                  <w:r w:rsidR="000C0166" w:rsidRPr="004E3900">
                    <w:rPr>
                      <w:rFonts w:ascii="Arial" w:hAnsi="Arial" w:cs="Arial"/>
                      <w:b/>
                      <w:color w:val="2E74B5" w:themeColor="accent1" w:themeShade="BF"/>
                      <w:sz w:val="22"/>
                      <w:szCs w:val="22"/>
                    </w:rPr>
                    <w:t xml:space="preserve">SSUE 1        </w:t>
                  </w:r>
                  <w:r w:rsidRPr="004E3900">
                    <w:rPr>
                      <w:rFonts w:ascii="Arial" w:hAnsi="Arial" w:cs="Arial"/>
                      <w:b/>
                      <w:color w:val="2E74B5" w:themeColor="accent1" w:themeShade="BF"/>
                      <w:sz w:val="22"/>
                      <w:szCs w:val="22"/>
                    </w:rPr>
                    <w:t xml:space="preserve"> VOLUME</w:t>
                  </w:r>
                  <w:r w:rsidR="0012001D" w:rsidRPr="004E3900">
                    <w:rPr>
                      <w:rFonts w:ascii="Arial" w:hAnsi="Arial" w:cs="Arial"/>
                      <w:b/>
                      <w:color w:val="2E74B5" w:themeColor="accent1" w:themeShade="BF"/>
                      <w:sz w:val="22"/>
                      <w:szCs w:val="22"/>
                    </w:rPr>
                    <w:t xml:space="preserve"> 1</w:t>
                  </w:r>
                  <w:r w:rsidR="000C0166" w:rsidRPr="004E3900">
                    <w:rPr>
                      <w:rFonts w:ascii="Arial" w:hAnsi="Arial" w:cs="Arial"/>
                      <w:b/>
                      <w:color w:val="2E74B5" w:themeColor="accent1" w:themeShade="BF"/>
                      <w:sz w:val="22"/>
                      <w:szCs w:val="22"/>
                    </w:rPr>
                    <w:t xml:space="preserve">  </w:t>
                  </w:r>
                </w:p>
                <w:p w:rsidR="00DA7C3C" w:rsidRPr="004E3900" w:rsidRDefault="000C0166" w:rsidP="006D2FF5">
                  <w:pPr>
                    <w:rPr>
                      <w:rFonts w:ascii="Arial" w:hAnsi="Arial" w:cs="Arial"/>
                      <w:b/>
                      <w:color w:val="2E74B5" w:themeColor="accent1" w:themeShade="BF"/>
                      <w:sz w:val="22"/>
                      <w:szCs w:val="22"/>
                    </w:rPr>
                  </w:pPr>
                  <w:r w:rsidRPr="004E3900">
                    <w:rPr>
                      <w:rFonts w:ascii="Arial" w:hAnsi="Arial" w:cs="Arial"/>
                      <w:b/>
                      <w:color w:val="2E74B5" w:themeColor="accent1" w:themeShade="BF"/>
                      <w:sz w:val="22"/>
                      <w:szCs w:val="22"/>
                    </w:rPr>
                    <w:t xml:space="preserve">         YE</w:t>
                  </w:r>
                  <w:r w:rsidR="006D2FF5" w:rsidRPr="004E3900">
                    <w:rPr>
                      <w:rFonts w:ascii="Arial" w:hAnsi="Arial" w:cs="Arial"/>
                      <w:b/>
                      <w:color w:val="2E74B5" w:themeColor="accent1" w:themeShade="BF"/>
                      <w:sz w:val="22"/>
                      <w:szCs w:val="22"/>
                    </w:rPr>
                    <w:t>AR</w:t>
                  </w:r>
                  <w:r w:rsidR="0012001D" w:rsidRPr="004E3900">
                    <w:rPr>
                      <w:rFonts w:ascii="Arial" w:hAnsi="Arial" w:cs="Arial"/>
                      <w:b/>
                      <w:color w:val="2E74B5" w:themeColor="accent1" w:themeShade="BF"/>
                      <w:sz w:val="22"/>
                      <w:szCs w:val="22"/>
                    </w:rPr>
                    <w:t xml:space="preserve"> 2016</w:t>
                  </w:r>
                </w:p>
              </w:txbxContent>
            </v:textbox>
            <w10:wrap anchory="page"/>
          </v:shape>
        </w:pict>
      </w:r>
      <w:r w:rsidR="0012001D" w:rsidRPr="0012001D">
        <w:rPr>
          <w:noProof/>
          <w:vertAlign w:val="subscript"/>
          <w:lang w:val="en-IE" w:eastAsia="en-IE"/>
        </w:rPr>
        <w:drawing>
          <wp:inline distT="0" distB="0" distL="0" distR="0">
            <wp:extent cx="7772400" cy="2895600"/>
            <wp:effectExtent l="0" t="0" r="0" b="0"/>
            <wp:docPr id="96" name="Picture 96" descr="C:\Users\csscott\Downloads\Clonard_Primary_School_2007_08_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scott\Downloads\Clonard_Primary_School_2007_08_2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4848" cy="2896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F2621">
        <w:rPr>
          <w:noProof/>
          <w:lang w:val="en-IE" w:eastAsia="en-IE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5875020</wp:posOffset>
            </wp:positionH>
            <wp:positionV relativeFrom="paragraph">
              <wp:posOffset>525780</wp:posOffset>
            </wp:positionV>
            <wp:extent cx="520700" cy="403860"/>
            <wp:effectExtent l="0" t="0" r="0" b="0"/>
            <wp:wrapNone/>
            <wp:docPr id="105" name="Picture 105" descr="logoty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logotyp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64CB3">
        <w:rPr>
          <w:noProof/>
          <w:vertAlign w:val="subscript"/>
          <w:lang w:eastAsia="en-US"/>
        </w:rPr>
        <w:pict>
          <v:shape id="Text Box 19" o:spid="_x0000_s1047" type="#_x0000_t202" style="position:absolute;margin-left:414pt;margin-top:446.4pt;width:180pt;height:90pt;z-index:251655680;visibility:visible;mso-wrap-distance-left:2.88pt;mso-wrap-distance-top:2.88pt;mso-wrap-distance-right:2.88pt;mso-wrap-distance-bottom:2.88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" filled="f" fillcolor="#fffffe" stroked="f" strokecolor="#212120" insetpen="t">
            <v:textbox inset="2.88pt,2.88pt,2.88pt,2.88pt">
              <w:txbxContent/>
            </v:textbox>
          </v:shape>
        </w:pict>
      </w:r>
      <w:r w:rsidRPr="00564CB3">
        <w:rPr>
          <w:noProof/>
          <w:vertAlign w:val="subscript"/>
          <w:lang w:eastAsia="en-US"/>
        </w:rPr>
        <w:pict>
          <v:shape id="Text Box 14" o:spid="_x0000_s1048" type="#_x0000_t202" style="position:absolute;margin-left:3in;margin-top:446.4pt;width:180pt;height:215.6pt;z-index:251653632;visibility:visible;mso-wrap-distance-left:2.88pt;mso-wrap-distance-top:2.88pt;mso-wrap-distance-right:2.88pt;mso-wrap-distance-bottom:2.88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" filled="f" fillcolor="#fffffe" stroked="f" strokecolor="#212120" insetpen="t">
            <v:textbox style="mso-next-textbox:#Text Box 19" inset="2.88pt,2.88pt,2.88pt,2.88pt">
              <w:txbxContent/>
            </v:textbox>
          </v:shape>
        </w:pict>
      </w:r>
    </w:p>
    <w:sectPr w:rsidR="00D278F8" w:rsidRPr="001566B0" w:rsidSect="00FE56FD">
      <w:pgSz w:w="12242" w:h="15842" w:code="1"/>
      <w:pgMar w:top="0" w:right="23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tel Clear">
    <w:altName w:val="Arial"/>
    <w:charset w:val="00"/>
    <w:family w:val="swiss"/>
    <w:pitch w:val="variable"/>
    <w:sig w:usb0="00000001" w:usb1="400060FB" w:usb2="00000028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3665"/>
    <w:multiLevelType w:val="hybridMultilevel"/>
    <w:tmpl w:val="EEFA703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192980"/>
    <w:multiLevelType w:val="hybridMultilevel"/>
    <w:tmpl w:val="A2E824A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efaultTabStop w:val="708"/>
  <w:hyphenationZone w:val="425"/>
  <w:characterSpacingControl w:val="doNotCompress"/>
  <w:compat>
    <w:applyBreakingRules/>
    <w:useFELayout/>
  </w:compat>
  <w:rsids>
    <w:rsidRoot w:val="007F2621"/>
    <w:rsid w:val="000B39CA"/>
    <w:rsid w:val="000C0166"/>
    <w:rsid w:val="000C2189"/>
    <w:rsid w:val="000C433C"/>
    <w:rsid w:val="0012001D"/>
    <w:rsid w:val="001566B0"/>
    <w:rsid w:val="001E640C"/>
    <w:rsid w:val="002F41E4"/>
    <w:rsid w:val="00310766"/>
    <w:rsid w:val="00381A45"/>
    <w:rsid w:val="004A642E"/>
    <w:rsid w:val="004B3D2D"/>
    <w:rsid w:val="004D2328"/>
    <w:rsid w:val="004D3032"/>
    <w:rsid w:val="004E3900"/>
    <w:rsid w:val="00564CB3"/>
    <w:rsid w:val="005A09B8"/>
    <w:rsid w:val="006775ED"/>
    <w:rsid w:val="006908BA"/>
    <w:rsid w:val="006A4729"/>
    <w:rsid w:val="006D2FF5"/>
    <w:rsid w:val="00737D4E"/>
    <w:rsid w:val="00743A6B"/>
    <w:rsid w:val="0078387C"/>
    <w:rsid w:val="007F2621"/>
    <w:rsid w:val="007F77D6"/>
    <w:rsid w:val="00896F00"/>
    <w:rsid w:val="00923902"/>
    <w:rsid w:val="0095620D"/>
    <w:rsid w:val="0098080F"/>
    <w:rsid w:val="00A25C73"/>
    <w:rsid w:val="00B064F2"/>
    <w:rsid w:val="00B544B2"/>
    <w:rsid w:val="00BA17E4"/>
    <w:rsid w:val="00C36660"/>
    <w:rsid w:val="00C50D18"/>
    <w:rsid w:val="00C548A5"/>
    <w:rsid w:val="00C726D1"/>
    <w:rsid w:val="00D278F8"/>
    <w:rsid w:val="00D773DB"/>
    <w:rsid w:val="00D830F8"/>
    <w:rsid w:val="00DA7C3C"/>
    <w:rsid w:val="00DB1518"/>
    <w:rsid w:val="00DE14E1"/>
    <w:rsid w:val="00E50CFF"/>
    <w:rsid w:val="00E53122"/>
    <w:rsid w:val="00E860F3"/>
    <w:rsid w:val="00EC4F9A"/>
    <w:rsid w:val="00FD0F38"/>
    <w:rsid w:val="00FE56FD"/>
    <w:rsid w:val="00FF0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5e4f9,#1d458f,#4c6a31,#f0e9d1,#7b7a35,#e1debd,#d6d2b0,#e5e4e4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4CB3"/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тиль1"/>
    <w:basedOn w:val="Normal"/>
    <w:rsid w:val="00D278F8"/>
  </w:style>
  <w:style w:type="paragraph" w:styleId="BalloonText">
    <w:name w:val="Balloon Text"/>
    <w:basedOn w:val="Normal"/>
    <w:link w:val="BalloonTextChar"/>
    <w:rsid w:val="004B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3D2D"/>
    <w:rPr>
      <w:rFonts w:ascii="Tahoma" w:hAnsi="Tahoma" w:cs="Tahoma"/>
      <w:sz w:val="16"/>
      <w:szCs w:val="16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c8c94948-983c-49d5-8512-bb37abfdb6aa@intel.com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cid:eef0a6b0-f424-4259-b951-df052b0ad5ed@intel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scott\AppData\Local\Temp\wz1735\template-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template-newsletter</Template>
  <TotalTime>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¬¬¬</vt:lpstr>
    </vt:vector>
  </TitlesOfParts>
  <Company>Grizli777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¬¬¬</dc:title>
  <dc:creator>Scott, Cathal S</dc:creator>
  <cp:lastModifiedBy>ClonardNS</cp:lastModifiedBy>
  <cp:revision>2</cp:revision>
  <cp:lastPrinted>1900-01-01T00:00:00Z</cp:lastPrinted>
  <dcterms:created xsi:type="dcterms:W3CDTF">2016-02-01T13:56:00Z</dcterms:created>
  <dcterms:modified xsi:type="dcterms:W3CDTF">2016-02-01T13:56:00Z</dcterms:modified>
</cp:coreProperties>
</file>